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44A39BB4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88060B" w:rsidRPr="0088060B">
        <w:rPr>
          <w:rFonts w:ascii="Verdana" w:hAnsi="Verdana" w:cstheme="minorHAnsi"/>
          <w:b/>
          <w:szCs w:val="18"/>
          <w:lang w:eastAsia="pl-PL"/>
        </w:rPr>
        <w:t>POST/DYS/OZ/GZ/00037/2026</w:t>
      </w:r>
      <w:r w:rsidR="0088060B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88060B" w:rsidRPr="0088060B">
        <w:rPr>
          <w:rFonts w:ascii="Verdana" w:hAnsi="Verdana" w:cstheme="minorHAnsi"/>
          <w:b/>
          <w:bCs/>
          <w:szCs w:val="18"/>
          <w:lang w:eastAsia="pl-PL"/>
        </w:rPr>
        <w:t>Roboty budowlane elektroenergetyczne. Części postępowania: 1) Skołoszów 11. 2) Zapałów 4. 3) Steniatyn 3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49D44BC" w:rsidR="00347E8D" w:rsidRPr="006B2C28" w:rsidRDefault="0088060B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8060B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29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30</cp:revision>
  <cp:lastPrinted>2024-07-15T11:21:00Z</cp:lastPrinted>
  <dcterms:created xsi:type="dcterms:W3CDTF">2025-06-03T08:48:00Z</dcterms:created>
  <dcterms:modified xsi:type="dcterms:W3CDTF">2026-01-14T11:21:00Z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